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A5" w:rsidRPr="00502519" w:rsidRDefault="009D46A5" w:rsidP="000313F1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 xml:space="preserve">БАРНОМАИ </w:t>
      </w:r>
    </w:p>
    <w:p w:rsidR="009D46A5" w:rsidRPr="00502519" w:rsidRDefault="009D46A5" w:rsidP="000313F1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 xml:space="preserve">љаласаи Шўрои миллии рушди назди Президенти Љумњурии Тољикистон </w:t>
      </w:r>
    </w:p>
    <w:p w:rsidR="009D46A5" w:rsidRPr="00502519" w:rsidRDefault="009D46A5" w:rsidP="000313F1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 xml:space="preserve">ва Форуми рушди Тољикистон </w:t>
      </w:r>
    </w:p>
    <w:p w:rsidR="009D46A5" w:rsidRPr="00502519" w:rsidRDefault="009D46A5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>3-4 декабри соли 2010</w:t>
      </w:r>
    </w:p>
    <w:p w:rsidR="009D46A5" w:rsidRPr="00502519" w:rsidRDefault="009D46A5">
      <w:pPr>
        <w:rPr>
          <w:rFonts w:ascii="Times New Roman Tj" w:hAnsi="Times New Roman Tj"/>
          <w:b/>
          <w:sz w:val="28"/>
          <w:szCs w:val="28"/>
          <w:lang w:val="ru-RU"/>
        </w:rPr>
      </w:pPr>
    </w:p>
    <w:p w:rsidR="009D46A5" w:rsidRPr="00502519" w:rsidRDefault="009D46A5" w:rsidP="00A11779">
      <w:pPr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u w:val="single"/>
          <w:lang w:val="ru-RU"/>
        </w:rPr>
        <w:t>2 декабри соли 2010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ab/>
      </w:r>
      <w:r>
        <w:rPr>
          <w:rFonts w:ascii="Times New Roman Tj" w:hAnsi="Times New Roman Tj"/>
          <w:sz w:val="28"/>
          <w:szCs w:val="28"/>
          <w:lang w:val="ru-RU"/>
        </w:rPr>
        <w:t>Т</w:t>
      </w:r>
      <w:r w:rsidRPr="00502519">
        <w:rPr>
          <w:rFonts w:ascii="Times New Roman Tj" w:hAnsi="Times New Roman Tj"/>
          <w:sz w:val="28"/>
          <w:szCs w:val="28"/>
          <w:lang w:val="ru-RU"/>
        </w:rPr>
        <w:t>ашрифи иштирокчиён</w:t>
      </w:r>
    </w:p>
    <w:p w:rsidR="009D46A5" w:rsidRPr="00502519" w:rsidRDefault="009D46A5" w:rsidP="00A11779">
      <w:pPr>
        <w:rPr>
          <w:rFonts w:ascii="Times New Roman Tj" w:hAnsi="Times New Roman Tj"/>
          <w:sz w:val="28"/>
          <w:szCs w:val="28"/>
          <w:lang w:val="ru-RU"/>
        </w:rPr>
      </w:pPr>
    </w:p>
    <w:p w:rsidR="009D46A5" w:rsidRPr="00502519" w:rsidRDefault="009D46A5" w:rsidP="00502519">
      <w:pPr>
        <w:rPr>
          <w:rFonts w:ascii="Times New Roman Tj" w:hAnsi="Times New Roman Tj"/>
          <w:b/>
          <w:sz w:val="28"/>
          <w:szCs w:val="28"/>
          <w:u w:val="single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u w:val="single"/>
          <w:lang w:val="ru-RU"/>
        </w:rPr>
        <w:t>3 декабри соли 2010</w:t>
      </w:r>
    </w:p>
    <w:p w:rsidR="009D46A5" w:rsidRDefault="009D46A5" w:rsidP="00C23BF1">
      <w:pPr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>Бўстонсарои Дастгоњи иљроияи Президенти Љумњурии Тољикистон (бинои №8)</w:t>
      </w:r>
    </w:p>
    <w:p w:rsidR="009D46A5" w:rsidRPr="00502519" w:rsidRDefault="009D46A5" w:rsidP="00C23BF1">
      <w:pPr>
        <w:rPr>
          <w:rFonts w:ascii="Times New Roman Tj" w:hAnsi="Times New Roman Tj"/>
          <w:b/>
          <w:sz w:val="28"/>
          <w:szCs w:val="28"/>
          <w:lang w:val="ru-RU"/>
        </w:rPr>
      </w:pPr>
    </w:p>
    <w:p w:rsidR="009D46A5" w:rsidRPr="00502519" w:rsidRDefault="009D46A5" w:rsidP="00CD4767">
      <w:pPr>
        <w:ind w:left="2160" w:hanging="2160"/>
        <w:rPr>
          <w:rFonts w:ascii="Calibri" w:hAnsi="Calibri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8:15 – 9:00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Баќайдгирии иштирокчиёни љаласаи Шўрои миллии рушд ва Форуми рушд</w:t>
      </w:r>
    </w:p>
    <w:p w:rsidR="009D46A5" w:rsidRPr="00502519" w:rsidRDefault="009D46A5" w:rsidP="007F4CD4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9:00 – 9:30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Хайрамаќдами иштирокчиён, сухани ифтитоњї ва маърўзаи Љаноби Олї, Эмомалї Рањмон, Президенти Љумњурии Тољикистон</w:t>
      </w:r>
    </w:p>
    <w:p w:rsidR="009D46A5" w:rsidRPr="00502519" w:rsidRDefault="009D46A5" w:rsidP="007F4CD4">
      <w:pPr>
        <w:ind w:left="2160" w:hanging="2160"/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9:30 – 10:00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Хайрамаќдам ва гузориши мухтасар аз љониби намояндагони воломаќоми Шўрои њамоњангсозии донорон:</w:t>
      </w:r>
    </w:p>
    <w:p w:rsidR="009D46A5" w:rsidRPr="00502519" w:rsidRDefault="009D46A5" w:rsidP="00E609CB">
      <w:pPr>
        <w:jc w:val="both"/>
        <w:rPr>
          <w:rFonts w:ascii="Times New Roman Tj" w:hAnsi="Times New Roman Tj"/>
          <w:i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 xml:space="preserve">                              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Љаноби Сяоу Жао</w:t>
      </w:r>
      <w:r w:rsidRPr="00502519">
        <w:rPr>
          <w:rFonts w:ascii="Times New Roman Tj" w:hAnsi="Times New Roman Tj"/>
          <w:i/>
          <w:color w:val="000000"/>
          <w:sz w:val="28"/>
          <w:szCs w:val="28"/>
          <w:lang w:val="ru-RU"/>
        </w:rPr>
        <w:t>, Ноиби Президенти Бонки Осиёгии Рушд</w:t>
      </w:r>
      <w:r>
        <w:rPr>
          <w:rFonts w:ascii="Times New Roman Tj" w:hAnsi="Times New Roman Tj"/>
          <w:i/>
          <w:color w:val="000000"/>
          <w:sz w:val="28"/>
          <w:szCs w:val="28"/>
          <w:lang w:val="ru-RU"/>
        </w:rPr>
        <w:t>;</w:t>
      </w:r>
    </w:p>
    <w:p w:rsidR="009D46A5" w:rsidRDefault="009D46A5" w:rsidP="00E609CB">
      <w:pPr>
        <w:jc w:val="both"/>
        <w:rPr>
          <w:rFonts w:ascii="Times New Roman Tj" w:hAnsi="Times New Roman Tj"/>
          <w:i/>
          <w:sz w:val="28"/>
          <w:szCs w:val="28"/>
          <w:lang w:val="ru-RU"/>
        </w:rPr>
      </w:pPr>
      <w:r>
        <w:rPr>
          <w:rFonts w:ascii="Times New Roman Tj" w:hAnsi="Times New Roman Tj"/>
          <w:i/>
          <w:sz w:val="28"/>
          <w:szCs w:val="28"/>
          <w:lang w:val="ru-RU"/>
        </w:rPr>
        <w:t xml:space="preserve">                               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 xml:space="preserve">Љаноби Теодор Ањлерс, Директори Стратегия ва Амалиётњо, </w:t>
      </w:r>
      <w:r>
        <w:rPr>
          <w:rFonts w:ascii="Times New Roman Tj" w:hAnsi="Times New Roman Tj"/>
          <w:i/>
          <w:sz w:val="28"/>
          <w:szCs w:val="28"/>
          <w:lang w:val="ru-RU"/>
        </w:rPr>
        <w:t xml:space="preserve">    </w:t>
      </w:r>
    </w:p>
    <w:p w:rsidR="009D46A5" w:rsidRPr="00E609CB" w:rsidRDefault="009D46A5" w:rsidP="00E609CB">
      <w:pPr>
        <w:ind w:left="2160"/>
        <w:jc w:val="both"/>
        <w:rPr>
          <w:rFonts w:ascii="Times New Roman Tj" w:hAnsi="Times New Roman Tj"/>
          <w:i/>
          <w:iCs/>
          <w:sz w:val="28"/>
          <w:szCs w:val="28"/>
          <w:lang w:val="ru-RU"/>
        </w:rPr>
      </w:pPr>
      <w:r>
        <w:rPr>
          <w:rFonts w:ascii="Times New Roman Tj" w:hAnsi="Times New Roman Tj"/>
          <w:i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М</w:t>
      </w:r>
      <w:r>
        <w:rPr>
          <w:rFonts w:ascii="Times New Roman Tj" w:hAnsi="Times New Roman Tj"/>
          <w:i/>
          <w:sz w:val="28"/>
          <w:szCs w:val="28"/>
          <w:lang w:val="ru-RU"/>
        </w:rPr>
        <w:t>интаќаи Аврупо ва Осиёи Марказии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 xml:space="preserve"> Бонки Љањонї</w:t>
      </w:r>
      <w:r>
        <w:rPr>
          <w:rFonts w:ascii="Times New Roman Tj" w:hAnsi="Times New Roman Tj"/>
          <w:i/>
          <w:sz w:val="28"/>
          <w:szCs w:val="28"/>
          <w:lang w:val="ru-RU"/>
        </w:rPr>
        <w:t xml:space="preserve">;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 xml:space="preserve">Љаноби </w:t>
      </w:r>
      <w:r>
        <w:rPr>
          <w:rFonts w:ascii="Times New Roman Tj" w:hAnsi="Times New Roman Tj"/>
          <w:i/>
          <w:sz w:val="28"/>
          <w:szCs w:val="28"/>
          <w:lang w:val="ru-RU"/>
        </w:rPr>
        <w:t xml:space="preserve">  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Њаолянг Сю</w:t>
      </w:r>
      <w:r w:rsidRPr="00502519">
        <w:rPr>
          <w:rFonts w:ascii="Times New Roman Tj" w:hAnsi="Times New Roman Tj"/>
          <w:i/>
          <w:color w:val="000000"/>
          <w:sz w:val="28"/>
          <w:szCs w:val="28"/>
          <w:lang w:val="ru-RU"/>
        </w:rPr>
        <w:t>, Муовини директори бахши минтаќавии Барномаи Рушди СММ оид ба Аврупо ва ИДМ</w:t>
      </w:r>
      <w:r>
        <w:rPr>
          <w:rFonts w:ascii="Times New Roman Tj" w:hAnsi="Times New Roman Tj"/>
          <w:i/>
          <w:color w:val="000000"/>
          <w:sz w:val="28"/>
          <w:szCs w:val="28"/>
          <w:lang w:val="ru-RU"/>
        </w:rPr>
        <w:t>;</w:t>
      </w:r>
      <w:r>
        <w:rPr>
          <w:rFonts w:ascii="Times New Roman Tj" w:hAnsi="Times New Roman Tj"/>
          <w:i/>
          <w:iCs/>
          <w:sz w:val="28"/>
          <w:szCs w:val="28"/>
          <w:lang w:val="ru-RU"/>
        </w:rPr>
        <w:t xml:space="preserve">  Љ</w:t>
      </w:r>
      <w:r w:rsidRPr="00E609CB">
        <w:rPr>
          <w:rFonts w:ascii="Times New Roman Tj" w:hAnsi="Times New Roman Tj"/>
          <w:i/>
          <w:iCs/>
          <w:sz w:val="28"/>
          <w:szCs w:val="28"/>
          <w:lang w:val="ru-RU"/>
        </w:rPr>
        <w:t>аноби Рене Вебер</w:t>
      </w:r>
      <w:r>
        <w:rPr>
          <w:rFonts w:ascii="Times New Roman Tj" w:hAnsi="Times New Roman Tj"/>
          <w:i/>
          <w:color w:val="000000"/>
          <w:sz w:val="28"/>
          <w:szCs w:val="28"/>
          <w:lang w:val="ru-RU"/>
        </w:rPr>
        <w:t xml:space="preserve"> </w:t>
      </w:r>
      <w:r w:rsidRPr="00E609CB">
        <w:rPr>
          <w:rFonts w:ascii="Times New Roman Tj" w:hAnsi="Times New Roman Tj"/>
          <w:bCs/>
          <w:i/>
          <w:iCs/>
          <w:sz w:val="28"/>
          <w:szCs w:val="28"/>
          <w:lang w:val="ru-RU"/>
        </w:rPr>
        <w:t>Директори иљроияи Хазинаи Байналмилалии Асъор оид ба Тољикистон</w:t>
      </w:r>
      <w:r w:rsidRPr="00E609CB">
        <w:rPr>
          <w:rFonts w:ascii="Times New Roman Tj" w:hAnsi="Times New Roman Tj"/>
          <w:i/>
          <w:iCs/>
          <w:sz w:val="28"/>
          <w:szCs w:val="28"/>
          <w:lang w:val="ru-RU"/>
        </w:rPr>
        <w:t xml:space="preserve"> </w:t>
      </w:r>
    </w:p>
    <w:p w:rsidR="009D46A5" w:rsidRDefault="009D46A5" w:rsidP="00C3009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10:00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Анљом бахшидани љаласаи Шўрои миллии рушд аз љониби Раиси Шўрои миллии рушд, Љаноби Олї, Эмомалї Рањмон, Президенти Љумњурии Тољикистон</w:t>
      </w:r>
    </w:p>
    <w:p w:rsidR="009D46A5" w:rsidRPr="00502519" w:rsidRDefault="009D46A5" w:rsidP="00C3009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</w:p>
    <w:p w:rsidR="009D46A5" w:rsidRPr="00502519" w:rsidRDefault="009D46A5" w:rsidP="00C3009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10:00 – 10:30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ab/>
        <w:t>Танаффус барои ќањва</w:t>
      </w:r>
      <w:r w:rsidRPr="00E609CB">
        <w:rPr>
          <w:rFonts w:ascii="Times New Roman Tj" w:hAnsi="Times New Roman Tj"/>
          <w:i/>
          <w:sz w:val="28"/>
          <w:szCs w:val="28"/>
          <w:lang w:val="ru-RU"/>
        </w:rPr>
        <w:t>(Бўстонсарой бинои 8)</w:t>
      </w:r>
    </w:p>
    <w:p w:rsidR="009D46A5" w:rsidRPr="00C23BF1" w:rsidRDefault="009D46A5" w:rsidP="00684536">
      <w:pPr>
        <w:ind w:left="2160"/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C23BF1">
        <w:rPr>
          <w:rFonts w:ascii="Times New Roman Tj" w:hAnsi="Times New Roman Tj"/>
          <w:b/>
          <w:sz w:val="28"/>
          <w:szCs w:val="28"/>
          <w:lang w:val="ru-RU"/>
        </w:rPr>
        <w:t xml:space="preserve">Идомаи Форуми рушд </w:t>
      </w:r>
      <w:r>
        <w:rPr>
          <w:rFonts w:ascii="Times New Roman Tj" w:hAnsi="Times New Roman Tj"/>
          <w:b/>
          <w:sz w:val="28"/>
          <w:szCs w:val="28"/>
          <w:lang w:val="ru-RU"/>
        </w:rPr>
        <w:t>тањти раисии ља</w:t>
      </w:r>
      <w:r w:rsidRPr="00C23BF1">
        <w:rPr>
          <w:rFonts w:ascii="Times New Roman Tj" w:hAnsi="Times New Roman Tj"/>
          <w:b/>
          <w:sz w:val="28"/>
          <w:szCs w:val="28"/>
          <w:lang w:val="ru-RU"/>
        </w:rPr>
        <w:t xml:space="preserve">ниби Оќил Оќилов, Сарвазири Љумњурии Тољикистон </w:t>
      </w:r>
    </w:p>
    <w:p w:rsidR="009D46A5" w:rsidRPr="00502519" w:rsidRDefault="009D46A5" w:rsidP="00A01CEB">
      <w:p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10:30 – 11:00</w:t>
      </w:r>
      <w:r>
        <w:rPr>
          <w:rFonts w:ascii="Times New Roman Tj" w:hAnsi="Times New Roman Tj"/>
          <w:sz w:val="28"/>
          <w:szCs w:val="28"/>
          <w:lang w:val="ru-RU"/>
        </w:rPr>
        <w:t xml:space="preserve">        </w:t>
      </w:r>
      <w:r w:rsidRPr="00502519">
        <w:rPr>
          <w:rFonts w:ascii="Times New Roman Tj" w:hAnsi="Times New Roman Tj"/>
          <w:sz w:val="28"/>
          <w:szCs w:val="28"/>
          <w:lang w:val="ru-RU"/>
        </w:rPr>
        <w:t>Гузориш аз љониби Њукумати Љумњурии Тољикистон:</w:t>
      </w:r>
    </w:p>
    <w:p w:rsidR="009D46A5" w:rsidRPr="00502519" w:rsidRDefault="009D46A5" w:rsidP="00C3009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ab/>
        <w:t>Стратегияи миллии рушд; Стратегияи паст кардани сатњи камбизоатї барои солњои 2010-2012: натиљањои ноилгардида дар доираи афзалиятњои миллї ва ќадамњои минбаъда (дар заминаи њисоботи ЊРЊ) љињати таъмини рушди иќтисодї:</w:t>
      </w:r>
    </w:p>
    <w:p w:rsidR="009D46A5" w:rsidRPr="00502519" w:rsidRDefault="009D46A5" w:rsidP="001B39CE">
      <w:pPr>
        <w:tabs>
          <w:tab w:val="left" w:pos="9270"/>
        </w:tabs>
        <w:ind w:left="2160"/>
        <w:jc w:val="both"/>
        <w:rPr>
          <w:rFonts w:ascii="Times New Roman Tj" w:hAnsi="Times New Roman Tj"/>
          <w:i/>
          <w:sz w:val="28"/>
          <w:szCs w:val="28"/>
          <w:lang w:val="ru-RU"/>
        </w:rPr>
      </w:pPr>
      <w:r w:rsidRPr="00502519">
        <w:rPr>
          <w:rFonts w:ascii="Times New Roman Tj" w:hAnsi="Times New Roman Tj"/>
          <w:i/>
          <w:sz w:val="28"/>
          <w:szCs w:val="28"/>
          <w:lang w:val="ru-RU"/>
        </w:rPr>
        <w:t xml:space="preserve">Гузориши Оќил Оќилов, Сарвазири Љумњурии Тољикисон </w:t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ab/>
      </w:r>
    </w:p>
    <w:p w:rsidR="009D46A5" w:rsidRPr="00E609CB" w:rsidRDefault="009D46A5" w:rsidP="00D80116">
      <w:pPr>
        <w:ind w:left="2160" w:hanging="2160"/>
        <w:jc w:val="both"/>
        <w:rPr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11:00 – 11:30</w:t>
      </w:r>
      <w:r>
        <w:rPr>
          <w:rFonts w:ascii="Times New Roman Tj" w:hAnsi="Times New Roman Tj"/>
          <w:sz w:val="28"/>
          <w:szCs w:val="28"/>
          <w:lang w:val="ru-RU"/>
        </w:rPr>
        <w:t xml:space="preserve">      </w:t>
      </w:r>
      <w:r w:rsidRPr="00502519">
        <w:rPr>
          <w:rFonts w:ascii="Times New Roman Tj" w:hAnsi="Times New Roman Tj"/>
          <w:sz w:val="28"/>
          <w:szCs w:val="28"/>
          <w:lang w:val="ru-RU"/>
        </w:rPr>
        <w:t>Гузориш аз љониби Шўрои њамоњангсозии донорон</w:t>
      </w:r>
      <w:r>
        <w:rPr>
          <w:rFonts w:ascii="Times New Roman Tj" w:hAnsi="Times New Roman Tj"/>
          <w:sz w:val="28"/>
          <w:szCs w:val="28"/>
          <w:lang w:val="ru-RU"/>
        </w:rPr>
        <w:t xml:space="preserve"> - </w:t>
      </w:r>
      <w:r w:rsidRPr="00E609CB">
        <w:rPr>
          <w:rFonts w:ascii="Times New Roman Tj" w:hAnsi="Times New Roman Tj"/>
          <w:sz w:val="28"/>
          <w:szCs w:val="28"/>
          <w:lang w:val="ru-RU"/>
        </w:rPr>
        <w:t>Намояндаи доимии Бонки Умумиљ</w:t>
      </w:r>
      <w:r w:rsidRPr="00E609CB">
        <w:rPr>
          <w:sz w:val="28"/>
          <w:szCs w:val="28"/>
          <w:lang w:val="ru-RU"/>
        </w:rPr>
        <w:t>а</w:t>
      </w:r>
      <w:r w:rsidRPr="00E609CB">
        <w:rPr>
          <w:rFonts w:ascii="Times New Roman Tj" w:hAnsi="Times New Roman Tj"/>
          <w:sz w:val="28"/>
          <w:szCs w:val="28"/>
          <w:lang w:val="ru-RU"/>
        </w:rPr>
        <w:t>њ</w:t>
      </w:r>
      <w:r w:rsidRPr="00E609CB">
        <w:rPr>
          <w:sz w:val="28"/>
          <w:szCs w:val="28"/>
          <w:lang w:val="ru-RU"/>
        </w:rPr>
        <w:t>он</w:t>
      </w:r>
      <w:r>
        <w:rPr>
          <w:rFonts w:ascii="Times New Roman Tj" w:hAnsi="Times New Roman Tj"/>
          <w:sz w:val="28"/>
          <w:szCs w:val="28"/>
          <w:lang w:val="ru-RU"/>
        </w:rPr>
        <w:t>ї -</w:t>
      </w:r>
      <w:r w:rsidRPr="00E609CB">
        <w:rPr>
          <w:rFonts w:ascii="Times New Roman Tj" w:hAnsi="Times New Roman Tj"/>
          <w:sz w:val="28"/>
          <w:szCs w:val="28"/>
          <w:lang w:val="ru-RU"/>
        </w:rPr>
        <w:t xml:space="preserve"> Киара Бронки,</w:t>
      </w:r>
    </w:p>
    <w:p w:rsidR="009D46A5" w:rsidRDefault="009D46A5" w:rsidP="00C3009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ab/>
        <w:t xml:space="preserve">Арзёбии сенарияњои кўтоњмўњлат ва миёнамўњлати рушд, аз љумла: мавќеи будљети миёнамўњлат; восињаи воќеан мављуда барои маблаѓгузории рушд; афзалиятњои љараёни ислоњоти иќтисодї. </w:t>
      </w:r>
    </w:p>
    <w:p w:rsidR="009D46A5" w:rsidRDefault="009D46A5" w:rsidP="00321B06">
      <w:pPr>
        <w:ind w:left="1440" w:hanging="1440"/>
        <w:rPr>
          <w:rFonts w:ascii="Times New Roman Tj" w:hAnsi="Times New Roman Tj"/>
          <w:i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11</w:t>
      </w:r>
      <w:r w:rsidRPr="00502519">
        <w:rPr>
          <w:rFonts w:ascii="Times New Roman Tj" w:hAnsi="Times New Roman Tj"/>
          <w:sz w:val="28"/>
          <w:szCs w:val="28"/>
          <w:lang w:val="ru-RU"/>
        </w:rPr>
        <w:t>:30 – 14:00</w:t>
      </w:r>
      <w:r>
        <w:rPr>
          <w:rFonts w:ascii="Times New Roman Tj" w:hAnsi="Times New Roman Tj"/>
          <w:i/>
          <w:sz w:val="28"/>
          <w:szCs w:val="28"/>
          <w:lang w:val="ru-RU"/>
        </w:rPr>
        <w:t xml:space="preserve">     </w:t>
      </w:r>
      <w:r w:rsidRPr="00D80116">
        <w:rPr>
          <w:rFonts w:ascii="Times New Roman Tj" w:hAnsi="Times New Roman Tj"/>
          <w:i/>
          <w:sz w:val="28"/>
          <w:szCs w:val="28"/>
          <w:lang w:val="ru-RU"/>
        </w:rPr>
        <w:t>Танаффуси нисфирўзї (Хўроки нисфирўзї Бўстонсарой бинои «В»)</w:t>
      </w:r>
    </w:p>
    <w:p w:rsidR="009D46A5" w:rsidRPr="00D80116" w:rsidRDefault="009D46A5" w:rsidP="00321B06">
      <w:pPr>
        <w:ind w:left="1440" w:hanging="1440"/>
        <w:rPr>
          <w:rFonts w:ascii="Times New Roman Tj" w:hAnsi="Times New Roman Tj"/>
          <w:i/>
          <w:sz w:val="28"/>
          <w:szCs w:val="28"/>
          <w:lang w:val="ru-RU"/>
        </w:rPr>
      </w:pPr>
    </w:p>
    <w:p w:rsidR="009D46A5" w:rsidRPr="00502519" w:rsidRDefault="009D46A5" w:rsidP="00684FA8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u w:val="single"/>
          <w:lang w:val="ru-RU"/>
        </w:rPr>
        <w:t>Масоили соњавї: татбиќи афзалиятњо ва мушкилоти мављуда</w:t>
      </w:r>
    </w:p>
    <w:p w:rsidR="009D46A5" w:rsidRPr="00502519" w:rsidRDefault="009D46A5" w:rsidP="00684FA8">
      <w:pPr>
        <w:jc w:val="center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>(муњокимањои</w:t>
      </w:r>
      <w:r w:rsidRPr="00E609CB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гурўњї</w:t>
      </w:r>
      <w:r w:rsidRPr="00E609CB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аз</w:t>
      </w:r>
      <w:r w:rsidRPr="00E609CB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рўи</w:t>
      </w:r>
      <w:r w:rsidRPr="00E609CB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соњањо</w:t>
      </w:r>
      <w:r w:rsidRPr="00E609CB">
        <w:rPr>
          <w:rFonts w:ascii="Times New Roman Tj" w:hAnsi="Times New Roman Tj"/>
          <w:b/>
          <w:sz w:val="28"/>
          <w:szCs w:val="28"/>
          <w:lang w:val="ru-RU"/>
        </w:rPr>
        <w:t>)</w:t>
      </w:r>
    </w:p>
    <w:p w:rsidR="009D46A5" w:rsidRPr="00502519" w:rsidRDefault="009D46A5" w:rsidP="00502519">
      <w:pPr>
        <w:rPr>
          <w:rFonts w:ascii="Times New Roman Tj" w:hAnsi="Times New Roman Tj"/>
          <w:b/>
          <w:sz w:val="28"/>
          <w:szCs w:val="28"/>
          <w:lang w:val="ru-RU"/>
        </w:rPr>
      </w:pPr>
      <w:r>
        <w:rPr>
          <w:rFonts w:ascii="Times New Roman Tj" w:hAnsi="Times New Roman Tj"/>
          <w:b/>
          <w:sz w:val="28"/>
          <w:szCs w:val="28"/>
          <w:lang w:val="ru-RU"/>
        </w:rPr>
        <w:t>Утоќи 1: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Сектори энергетика ва инфрасохтор</w:t>
      </w:r>
    </w:p>
    <w:p w:rsidR="009D46A5" w:rsidRPr="00502519" w:rsidRDefault="009D46A5" w:rsidP="004F28AD">
      <w:pPr>
        <w:ind w:left="2160" w:hanging="2160"/>
        <w:jc w:val="both"/>
        <w:rPr>
          <w:rFonts w:ascii="Times New Roman Tj" w:hAnsi="Times New Roman Tj"/>
          <w:sz w:val="28"/>
          <w:szCs w:val="28"/>
          <w:u w:val="single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14:00 – 14:20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 xml:space="preserve">Гузориши Асадулло Ѓуломов, Муовини аввали Сарвазири Љумњурии Тољикистон </w:t>
      </w:r>
    </w:p>
    <w:p w:rsidR="009D46A5" w:rsidRPr="00B766E4" w:rsidRDefault="009D46A5" w:rsidP="004F28AD">
      <w:pPr>
        <w:ind w:left="2160" w:hanging="2160"/>
        <w:jc w:val="both"/>
        <w:rPr>
          <w:rFonts w:ascii="Times New Roman Tj" w:hAnsi="Times New Roman Tj"/>
          <w:b/>
          <w:color w:val="000000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14:2</w:t>
      </w:r>
      <w:r>
        <w:rPr>
          <w:rFonts w:ascii="Times New Roman Tj" w:hAnsi="Times New Roman Tj"/>
          <w:sz w:val="28"/>
          <w:szCs w:val="28"/>
          <w:lang w:val="ru-RU"/>
        </w:rPr>
        <w:t xml:space="preserve">0 – 14:40     </w:t>
      </w:r>
      <w:r w:rsidRPr="00B766E4">
        <w:rPr>
          <w:rFonts w:ascii="Times New Roman Tj" w:hAnsi="Times New Roman Tj"/>
          <w:sz w:val="28"/>
          <w:szCs w:val="28"/>
          <w:lang w:val="ru-RU"/>
        </w:rPr>
        <w:t>Гузориши намояндагони масъу</w:t>
      </w:r>
      <w:r>
        <w:rPr>
          <w:rFonts w:ascii="Times New Roman Tj" w:hAnsi="Times New Roman Tj"/>
          <w:sz w:val="28"/>
          <w:szCs w:val="28"/>
          <w:lang w:val="ru-RU"/>
        </w:rPr>
        <w:t xml:space="preserve">ли Шўрои њамоњангсозии донорон: </w:t>
      </w:r>
      <w:r w:rsidRPr="00B766E4">
        <w:rPr>
          <w:rFonts w:ascii="Times New Roman Tj" w:hAnsi="Times New Roman Tj"/>
          <w:sz w:val="28"/>
          <w:szCs w:val="28"/>
          <w:lang w:val="ru-RU"/>
        </w:rPr>
        <w:t>Директори кишварии Агентии Шве</w:t>
      </w:r>
      <w:r>
        <w:rPr>
          <w:rFonts w:ascii="Times New Roman Tj" w:hAnsi="Times New Roman Tj"/>
          <w:sz w:val="28"/>
          <w:szCs w:val="28"/>
          <w:lang w:val="ru-RU"/>
        </w:rPr>
        <w:t>тсия оид ба Рушди Байналмилалї,</w:t>
      </w:r>
      <w:r w:rsidRPr="00B766E4">
        <w:rPr>
          <w:rFonts w:ascii="Times New Roman Tj" w:hAnsi="Times New Roman Tj"/>
          <w:sz w:val="28"/>
          <w:szCs w:val="28"/>
          <w:lang w:val="ru-RU"/>
        </w:rPr>
        <w:t xml:space="preserve"> Рудолф Шох ва Намояндаи доимии Бонки Аврупоии Таљдид ва Рушд дар Тољикистон</w:t>
      </w:r>
      <w:r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B766E4">
        <w:rPr>
          <w:rFonts w:ascii="Times New Roman Tj" w:hAnsi="Times New Roman Tj"/>
          <w:sz w:val="28"/>
          <w:szCs w:val="28"/>
          <w:lang w:val="ru-RU"/>
        </w:rPr>
        <w:t>Улф Хиндстром</w:t>
      </w:r>
    </w:p>
    <w:p w:rsidR="009D46A5" w:rsidRPr="00502519" w:rsidRDefault="009D46A5" w:rsidP="00284219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14:40 – 15:45</w:t>
      </w:r>
      <w:r>
        <w:rPr>
          <w:rFonts w:ascii="Times New Roman Tj" w:hAnsi="Times New Roman Tj"/>
          <w:sz w:val="28"/>
          <w:szCs w:val="28"/>
          <w:lang w:val="ru-RU"/>
        </w:rPr>
        <w:tab/>
        <w:t>Муњокимањо:</w:t>
      </w:r>
      <w:r w:rsidRPr="00421AF3">
        <w:rPr>
          <w:rFonts w:ascii="Times New Roman Tj" w:hAnsi="Times New Roman Tj"/>
          <w:sz w:val="28"/>
          <w:szCs w:val="28"/>
          <w:lang w:val="ru-RU"/>
        </w:rPr>
        <w:t xml:space="preserve"> оиди гузоришњои љониби Њукумати Љумњурии Тољикистон ва Шўрои њамоњангсозии донорон</w:t>
      </w:r>
      <w:r>
        <w:rPr>
          <w:rFonts w:ascii="Times New Roman Tj" w:hAnsi="Times New Roman Tj"/>
          <w:sz w:val="28"/>
          <w:szCs w:val="28"/>
          <w:lang w:val="ru-RU"/>
        </w:rPr>
        <w:t>,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модератор </w:t>
      </w:r>
      <w:r>
        <w:rPr>
          <w:rFonts w:ascii="Times New Roman Tj" w:hAnsi="Times New Roman Tj"/>
          <w:sz w:val="28"/>
          <w:szCs w:val="28"/>
          <w:lang w:val="ru-RU"/>
        </w:rPr>
        <w:t xml:space="preserve">намояндаи Бонки Осиёгии Рушд, </w:t>
      </w:r>
      <w:r w:rsidRPr="003867BC">
        <w:rPr>
          <w:rFonts w:ascii="Times New Roman Tj" w:hAnsi="Times New Roman Tj"/>
          <w:sz w:val="28"/>
          <w:szCs w:val="28"/>
          <w:lang w:val="ru-RU"/>
        </w:rPr>
        <w:t>Љољи Токеши</w:t>
      </w:r>
      <w:r>
        <w:rPr>
          <w:rFonts w:ascii="Times New Roman Tj" w:hAnsi="Times New Roman Tj"/>
          <w:sz w:val="28"/>
          <w:szCs w:val="28"/>
          <w:lang w:val="ru-RU"/>
        </w:rPr>
        <w:t>-</w:t>
      </w:r>
      <w:r w:rsidRPr="00502519">
        <w:rPr>
          <w:rFonts w:ascii="Times New Roman Tj" w:hAnsi="Times New Roman Tj"/>
          <w:sz w:val="28"/>
          <w:szCs w:val="28"/>
          <w:lang w:val="ru-RU"/>
        </w:rPr>
        <w:t>Шўрои њамоњангсо</w:t>
      </w:r>
      <w:r>
        <w:rPr>
          <w:rFonts w:ascii="Times New Roman Tj" w:hAnsi="Times New Roman Tj"/>
          <w:sz w:val="28"/>
          <w:szCs w:val="28"/>
          <w:lang w:val="ru-RU"/>
        </w:rPr>
        <w:t xml:space="preserve">зии донорон </w:t>
      </w:r>
    </w:p>
    <w:p w:rsidR="009D46A5" w:rsidRPr="00502519" w:rsidRDefault="009D46A5" w:rsidP="00D80116">
      <w:pPr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15:45 – 16:15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Танаффус барои ќањва</w:t>
      </w:r>
      <w:r w:rsidRPr="00E609CB">
        <w:rPr>
          <w:rFonts w:ascii="Times New Roman Tj" w:hAnsi="Times New Roman Tj"/>
          <w:i/>
          <w:sz w:val="28"/>
          <w:szCs w:val="28"/>
          <w:lang w:val="ru-RU"/>
        </w:rPr>
        <w:t>(Бўстонсарой бинои 8)</w:t>
      </w:r>
    </w:p>
    <w:p w:rsidR="009D46A5" w:rsidRPr="00502519" w:rsidRDefault="009D46A5" w:rsidP="00A8613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16:15 – 17:00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Љамъбасти натиљањои муњокимањо ва муайян намудани афзалиятњо барои наќшаи чорабинињои бахши энергетика ва инфрасохтор – гузориши мухтасар аз љониби Асадулло Ѓуломов, Муовини аввали Сарвазири</w:t>
      </w:r>
      <w:r w:rsidRPr="00A86136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sz w:val="28"/>
          <w:szCs w:val="28"/>
          <w:lang w:val="ru-RU"/>
        </w:rPr>
        <w:t>Љ</w:t>
      </w:r>
      <w:r>
        <w:rPr>
          <w:rFonts w:ascii="Times New Roman Tj" w:hAnsi="Times New Roman Tj"/>
          <w:sz w:val="28"/>
          <w:szCs w:val="28"/>
          <w:lang w:val="ru-RU"/>
        </w:rPr>
        <w:t>Т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(масъулини соња)  </w:t>
      </w:r>
    </w:p>
    <w:p w:rsidR="009D46A5" w:rsidRPr="00502519" w:rsidRDefault="009D46A5" w:rsidP="00502519">
      <w:pPr>
        <w:rPr>
          <w:rFonts w:ascii="Times New Roman Tj" w:hAnsi="Times New Roman Tj"/>
          <w:b/>
          <w:sz w:val="28"/>
          <w:szCs w:val="28"/>
          <w:lang w:val="ru-RU"/>
        </w:rPr>
      </w:pPr>
      <w:r>
        <w:rPr>
          <w:rFonts w:ascii="Times New Roman Tj" w:hAnsi="Times New Roman Tj"/>
          <w:b/>
          <w:sz w:val="28"/>
          <w:szCs w:val="28"/>
          <w:lang w:val="ru-RU"/>
        </w:rPr>
        <w:t xml:space="preserve">Утоќи 2: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Рушди нерўи инсон: њифзи иљтимої, тандурустї ва маориф</w:t>
      </w:r>
    </w:p>
    <w:p w:rsidR="009D46A5" w:rsidRPr="00502519" w:rsidRDefault="009D46A5" w:rsidP="00554EDE">
      <w:pPr>
        <w:ind w:left="2160" w:hanging="2160"/>
        <w:jc w:val="both"/>
        <w:rPr>
          <w:rFonts w:ascii="Times New Roman Tj" w:hAnsi="Times New Roman Tj"/>
          <w:sz w:val="28"/>
          <w:szCs w:val="28"/>
          <w:u w:val="single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14:00 – 14:20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Гузориши Руќия Ќурбонова, Муовини Сарвазири Љ</w:t>
      </w:r>
      <w:r>
        <w:rPr>
          <w:rFonts w:ascii="Times New Roman Tj" w:hAnsi="Times New Roman Tj"/>
          <w:sz w:val="28"/>
          <w:szCs w:val="28"/>
          <w:lang w:val="ru-RU"/>
        </w:rPr>
        <w:t>Т</w:t>
      </w:r>
    </w:p>
    <w:p w:rsidR="009D46A5" w:rsidRPr="00502519" w:rsidRDefault="009D46A5" w:rsidP="00554EDE">
      <w:pPr>
        <w:ind w:left="2160" w:hanging="2160"/>
        <w:jc w:val="both"/>
        <w:rPr>
          <w:rFonts w:ascii="Times New Roman Tj" w:hAnsi="Times New Roman Tj"/>
          <w:b/>
          <w:color w:val="000000"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14:20 – 14:40</w:t>
      </w:r>
      <w:r>
        <w:rPr>
          <w:rFonts w:ascii="Times New Roman Tj" w:hAnsi="Times New Roman Tj"/>
          <w:sz w:val="28"/>
          <w:szCs w:val="28"/>
          <w:lang w:val="ru-RU"/>
        </w:rPr>
        <w:tab/>
        <w:t>Гузориши</w:t>
      </w:r>
      <w:r w:rsidRPr="00A444B7">
        <w:rPr>
          <w:rFonts w:ascii="Times New Roman Tj" w:hAnsi="Times New Roman Tj"/>
          <w:sz w:val="28"/>
          <w:szCs w:val="28"/>
          <w:lang w:val="ru-RU"/>
        </w:rPr>
        <w:t xml:space="preserve"> намояндагони масъ</w:t>
      </w:r>
      <w:r>
        <w:rPr>
          <w:rFonts w:ascii="Times New Roman Tj" w:hAnsi="Times New Roman Tj"/>
          <w:sz w:val="28"/>
          <w:szCs w:val="28"/>
          <w:lang w:val="ru-RU"/>
        </w:rPr>
        <w:t>ули Шўрои њамоњангсозии донорон:</w:t>
      </w:r>
      <w:r w:rsidRPr="00A444B7">
        <w:rPr>
          <w:rFonts w:ascii="Times New Roman Tj" w:hAnsi="Times New Roman Tj"/>
          <w:sz w:val="28"/>
          <w:szCs w:val="28"/>
          <w:lang w:val="ru-RU"/>
        </w:rPr>
        <w:t xml:space="preserve"> Намояндаи Дафтари кишварии Агентии ИМА оид ба Рушди Байналмилалї</w:t>
      </w:r>
      <w:r>
        <w:rPr>
          <w:rFonts w:ascii="Times New Roman Tj" w:hAnsi="Times New Roman Tj"/>
          <w:sz w:val="28"/>
          <w:szCs w:val="28"/>
          <w:lang w:val="ru-RU"/>
        </w:rPr>
        <w:t>,</w:t>
      </w:r>
      <w:r w:rsidRPr="00A444B7">
        <w:rPr>
          <w:rFonts w:ascii="Times New Roman Tj" w:hAnsi="Times New Roman Tj"/>
          <w:sz w:val="28"/>
          <w:szCs w:val="28"/>
          <w:lang w:val="ru-RU"/>
        </w:rPr>
        <w:t xml:space="preserve"> Кевин Дин; Директори кишварии Љамъияти Олмон оид ба кўмаки техникї</w:t>
      </w:r>
      <w:r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A444B7">
        <w:rPr>
          <w:rFonts w:ascii="Times New Roman Tj" w:hAnsi="Times New Roman Tj"/>
          <w:sz w:val="28"/>
          <w:szCs w:val="28"/>
          <w:lang w:val="ru-RU"/>
        </w:rPr>
        <w:t>Стефан Эрбер; Намояндаи Хазинаи кўдакони СММ</w:t>
      </w:r>
      <w:r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A444B7">
        <w:rPr>
          <w:rFonts w:ascii="Times New Roman Tj" w:hAnsi="Times New Roman Tj"/>
          <w:sz w:val="28"/>
          <w:szCs w:val="28"/>
          <w:lang w:val="ru-RU"/>
        </w:rPr>
        <w:t>Хонгвей Гао</w:t>
      </w:r>
    </w:p>
    <w:p w:rsidR="009D46A5" w:rsidRPr="00502519" w:rsidRDefault="009D46A5" w:rsidP="00A444B7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14:40 – 15:45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rFonts w:ascii="Times New Roman Tj" w:hAnsi="Times New Roman Tj"/>
          <w:sz w:val="28"/>
          <w:szCs w:val="28"/>
          <w:lang w:val="ru-RU"/>
        </w:rPr>
        <w:t>Муњокимањо:</w:t>
      </w:r>
      <w:r w:rsidRPr="00421AF3">
        <w:rPr>
          <w:rFonts w:ascii="Times New Roman Tj" w:hAnsi="Times New Roman Tj"/>
          <w:sz w:val="28"/>
          <w:szCs w:val="28"/>
          <w:lang w:val="ru-RU"/>
        </w:rPr>
        <w:t xml:space="preserve"> оиди гузоришњои љониби Њукумати Љумњурии Тољикистон ва Шўрои њамоњангсозии донорон</w:t>
      </w:r>
      <w:r>
        <w:rPr>
          <w:rFonts w:ascii="Times New Roman Tj" w:hAnsi="Times New Roman Tj"/>
          <w:sz w:val="28"/>
          <w:szCs w:val="28"/>
          <w:lang w:val="ru-RU"/>
        </w:rPr>
        <w:t>,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модератор – </w:t>
      </w:r>
      <w:r w:rsidRPr="003867BC">
        <w:rPr>
          <w:rFonts w:ascii="Times New Roman Tj" w:hAnsi="Times New Roman Tj"/>
          <w:bCs/>
          <w:sz w:val="28"/>
          <w:szCs w:val="28"/>
          <w:lang w:val="ru-RU"/>
        </w:rPr>
        <w:t>Сафир, Роњбари Намояндагии Иттињоди Аврупо дар Тољикистон</w:t>
      </w:r>
      <w:r>
        <w:rPr>
          <w:rFonts w:ascii="Times New Roman Tj" w:hAnsi="Times New Roman Tj"/>
          <w:sz w:val="28"/>
          <w:szCs w:val="28"/>
          <w:lang w:val="ru-RU"/>
        </w:rPr>
        <w:t>,</w:t>
      </w:r>
      <w:r w:rsidRPr="003867BC">
        <w:rPr>
          <w:rFonts w:ascii="Times New Roman Tj" w:hAnsi="Times New Roman Tj"/>
          <w:sz w:val="28"/>
          <w:szCs w:val="28"/>
          <w:lang w:val="ru-RU"/>
        </w:rPr>
        <w:t xml:space="preserve"> Эдуард Ауер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</w:t>
      </w:r>
      <w:r>
        <w:rPr>
          <w:rFonts w:ascii="Times New Roman Tj" w:hAnsi="Times New Roman Tj"/>
          <w:sz w:val="28"/>
          <w:szCs w:val="28"/>
          <w:lang w:val="ru-RU"/>
        </w:rPr>
        <w:t>-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Шўрои њамоњангсозии донорон </w:t>
      </w:r>
    </w:p>
    <w:p w:rsidR="009D46A5" w:rsidRPr="00502519" w:rsidRDefault="009D46A5" w:rsidP="00D80116">
      <w:pPr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15:45 – 16:15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Танаффус барои ќањва</w:t>
      </w:r>
      <w:r w:rsidRPr="00E609CB">
        <w:rPr>
          <w:rFonts w:ascii="Times New Roman Tj" w:hAnsi="Times New Roman Tj"/>
          <w:i/>
          <w:sz w:val="28"/>
          <w:szCs w:val="28"/>
          <w:lang w:val="ru-RU"/>
        </w:rPr>
        <w:t>(Бўстонсарой бинои 8)</w:t>
      </w:r>
    </w:p>
    <w:p w:rsidR="009D46A5" w:rsidRPr="00502519" w:rsidRDefault="009D46A5" w:rsidP="00A8613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16:15 – 17:00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Љамъбасти натиљањои муњокимањо ва муайян намудани афзалиятњо барои наќшаи чорабинињои бахши рушди нерўи инсонї – гузориши мухтасар аз љониби Руќия Ќурбонова, Муовини Сарвазири Љ</w:t>
      </w:r>
      <w:r>
        <w:rPr>
          <w:rFonts w:ascii="Times New Roman Tj" w:hAnsi="Times New Roman Tj"/>
          <w:sz w:val="28"/>
          <w:szCs w:val="28"/>
          <w:lang w:val="ru-RU"/>
        </w:rPr>
        <w:t>Т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(масъулини соња)</w:t>
      </w:r>
    </w:p>
    <w:p w:rsidR="009D46A5" w:rsidRPr="00502519" w:rsidRDefault="009D46A5" w:rsidP="00502519">
      <w:pPr>
        <w:rPr>
          <w:rFonts w:ascii="Times New Roman Tj" w:hAnsi="Times New Roman Tj"/>
          <w:b/>
          <w:sz w:val="28"/>
          <w:szCs w:val="28"/>
          <w:lang w:val="ru-RU"/>
        </w:rPr>
      </w:pPr>
      <w:r>
        <w:rPr>
          <w:rFonts w:ascii="Times New Roman Tj" w:hAnsi="Times New Roman Tj"/>
          <w:b/>
          <w:sz w:val="28"/>
          <w:szCs w:val="28"/>
          <w:lang w:val="ru-RU"/>
        </w:rPr>
        <w:t xml:space="preserve">Утоќи 3: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Ислоњоти бахши кишоварзї ва рушди бахши хусусї</w:t>
      </w:r>
    </w:p>
    <w:p w:rsidR="009D46A5" w:rsidRPr="00502519" w:rsidRDefault="009D46A5" w:rsidP="00284219">
      <w:pPr>
        <w:ind w:left="2160" w:hanging="2160"/>
        <w:jc w:val="both"/>
        <w:rPr>
          <w:rFonts w:ascii="Times New Roman Tj" w:hAnsi="Times New Roman Tj"/>
          <w:sz w:val="28"/>
          <w:szCs w:val="28"/>
          <w:u w:val="single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14:00 – 14:20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Гузориши Муродалї Алимардон, Муовини Сарвазири ЉТ</w:t>
      </w:r>
    </w:p>
    <w:p w:rsidR="009D46A5" w:rsidRPr="00A444B7" w:rsidRDefault="009D46A5" w:rsidP="00A444B7">
      <w:pPr>
        <w:ind w:left="2160" w:hanging="2160"/>
        <w:jc w:val="both"/>
        <w:rPr>
          <w:rFonts w:ascii="Times New Roman Tj" w:hAnsi="Times New Roman Tj"/>
          <w:b/>
          <w:color w:val="000000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14:20 – 14:40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rFonts w:ascii="Times New Roman Tj" w:hAnsi="Times New Roman Tj"/>
          <w:sz w:val="28"/>
          <w:szCs w:val="28"/>
          <w:lang w:val="ru-RU"/>
        </w:rPr>
        <w:t>Гузориши намояндагони</w:t>
      </w:r>
      <w:r w:rsidRPr="00A444B7">
        <w:rPr>
          <w:rFonts w:ascii="Times New Roman Tj" w:hAnsi="Times New Roman Tj"/>
          <w:sz w:val="28"/>
          <w:szCs w:val="28"/>
          <w:lang w:val="ru-RU"/>
        </w:rPr>
        <w:t xml:space="preserve"> масъули Шўрои њамоњангсозии донорон-Намояндаи Та</w:t>
      </w:r>
      <w:r>
        <w:rPr>
          <w:rFonts w:ascii="Times New Roman Tj" w:hAnsi="Times New Roman Tj"/>
          <w:sz w:val="28"/>
          <w:szCs w:val="28"/>
          <w:lang w:val="ru-RU"/>
        </w:rPr>
        <w:t xml:space="preserve">шкилоти озуќа ва кишоварзии СММ, </w:t>
      </w:r>
      <w:r w:rsidRPr="00A444B7">
        <w:rPr>
          <w:rFonts w:ascii="Times New Roman Tj" w:hAnsi="Times New Roman Tj"/>
          <w:sz w:val="28"/>
          <w:szCs w:val="28"/>
          <w:lang w:val="ru-RU"/>
        </w:rPr>
        <w:t>Нассим Љавад ва Намояндаи кишварии Агентии ИМА оид ба Рушди Байналмилалї</w:t>
      </w:r>
      <w:r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A444B7">
        <w:rPr>
          <w:rFonts w:ascii="Times New Roman Tj" w:hAnsi="Times New Roman Tj"/>
          <w:sz w:val="28"/>
          <w:szCs w:val="28"/>
          <w:lang w:val="ru-RU"/>
        </w:rPr>
        <w:t>Љефф Лењрер</w:t>
      </w:r>
    </w:p>
    <w:p w:rsidR="009D46A5" w:rsidRPr="00502519" w:rsidRDefault="009D46A5" w:rsidP="009D30ED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14:40 – 15:45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rFonts w:ascii="Times New Roman Tj" w:hAnsi="Times New Roman Tj"/>
          <w:sz w:val="28"/>
          <w:szCs w:val="28"/>
          <w:lang w:val="ru-RU"/>
        </w:rPr>
        <w:t>Муњокимањо:</w:t>
      </w:r>
      <w:r w:rsidRPr="00421AF3">
        <w:rPr>
          <w:rFonts w:ascii="Times New Roman Tj" w:hAnsi="Times New Roman Tj"/>
          <w:sz w:val="28"/>
          <w:szCs w:val="28"/>
          <w:lang w:val="ru-RU"/>
        </w:rPr>
        <w:t xml:space="preserve"> оиди гузоришњои љониби Њукумати Љумњурии Тољикистон ва Шўрои њамоњангсозии донорон</w:t>
      </w:r>
      <w:r>
        <w:rPr>
          <w:rFonts w:ascii="Times New Roman Tj" w:hAnsi="Times New Roman Tj"/>
          <w:sz w:val="28"/>
          <w:szCs w:val="28"/>
          <w:lang w:val="ru-RU"/>
        </w:rPr>
        <w:t>,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модератор – </w:t>
      </w:r>
      <w:r w:rsidRPr="003867BC">
        <w:rPr>
          <w:rFonts w:ascii="Times New Roman Tj" w:hAnsi="Times New Roman Tj"/>
          <w:sz w:val="28"/>
          <w:szCs w:val="28"/>
          <w:lang w:val="ru-RU"/>
        </w:rPr>
        <w:t>Намояндаи доимии Бонки Умумиљ</w:t>
      </w:r>
      <w:r w:rsidRPr="003867BC">
        <w:rPr>
          <w:sz w:val="28"/>
          <w:szCs w:val="28"/>
          <w:lang w:val="ru-RU"/>
        </w:rPr>
        <w:t>а</w:t>
      </w:r>
      <w:r w:rsidRPr="003867BC">
        <w:rPr>
          <w:rFonts w:ascii="Times New Roman Tj" w:hAnsi="Times New Roman Tj"/>
          <w:sz w:val="28"/>
          <w:szCs w:val="28"/>
          <w:lang w:val="ru-RU"/>
        </w:rPr>
        <w:t>њ</w:t>
      </w:r>
      <w:r w:rsidRPr="003867BC">
        <w:rPr>
          <w:sz w:val="28"/>
          <w:szCs w:val="28"/>
          <w:lang w:val="ru-RU"/>
        </w:rPr>
        <w:t>он</w:t>
      </w:r>
      <w:r>
        <w:rPr>
          <w:rFonts w:ascii="Times New Roman Tj" w:hAnsi="Times New Roman Tj"/>
          <w:sz w:val="28"/>
          <w:szCs w:val="28"/>
          <w:lang w:val="ru-RU"/>
        </w:rPr>
        <w:t>ї,</w:t>
      </w:r>
      <w:r w:rsidRPr="003867BC">
        <w:rPr>
          <w:rFonts w:ascii="Times New Roman Tj" w:hAnsi="Times New Roman Tj"/>
          <w:sz w:val="28"/>
          <w:szCs w:val="28"/>
          <w:lang w:val="ru-RU"/>
        </w:rPr>
        <w:t xml:space="preserve"> Киара Бронки</w:t>
      </w:r>
      <w:r>
        <w:rPr>
          <w:rFonts w:ascii="Times New Roman Tj" w:hAnsi="Times New Roman Tj"/>
          <w:sz w:val="28"/>
          <w:szCs w:val="28"/>
          <w:lang w:val="ru-RU"/>
        </w:rPr>
        <w:t>-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Шўрои њамоњан</w:t>
      </w:r>
      <w:r>
        <w:rPr>
          <w:rFonts w:ascii="Times New Roman Tj" w:hAnsi="Times New Roman Tj"/>
          <w:sz w:val="28"/>
          <w:szCs w:val="28"/>
          <w:lang w:val="ru-RU"/>
        </w:rPr>
        <w:t>гсозии донорон</w:t>
      </w:r>
    </w:p>
    <w:p w:rsidR="009D46A5" w:rsidRPr="00502519" w:rsidRDefault="009D46A5" w:rsidP="00835EB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</w:p>
    <w:p w:rsidR="009D46A5" w:rsidRPr="00502519" w:rsidRDefault="009D46A5" w:rsidP="00D80116">
      <w:pPr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15:45 – 16:15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Танаффус барои ќањва</w:t>
      </w:r>
      <w:r w:rsidRPr="00E609CB">
        <w:rPr>
          <w:rFonts w:ascii="Times New Roman Tj" w:hAnsi="Times New Roman Tj"/>
          <w:i/>
          <w:sz w:val="28"/>
          <w:szCs w:val="28"/>
          <w:lang w:val="ru-RU"/>
        </w:rPr>
        <w:t>(Бўстонсарой бинои 8)</w:t>
      </w:r>
    </w:p>
    <w:p w:rsidR="009D46A5" w:rsidRPr="00502519" w:rsidRDefault="009D46A5" w:rsidP="00A8613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16:15 – 17:00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Љамъбасти натиљањои муњокимањо ва муайян намудани афзалиятњо барои наќшаи чорабинињои бахши хусусї ва кишоварзї – гузориши мухтасар аз љониби Муродалї Алимардон, Муовини Сарвазири ЉТ (масъулини соња)</w:t>
      </w:r>
    </w:p>
    <w:p w:rsidR="009D46A5" w:rsidRPr="00502519" w:rsidRDefault="009D46A5" w:rsidP="002910F6">
      <w:pPr>
        <w:ind w:left="1440" w:hanging="1440"/>
        <w:jc w:val="both"/>
        <w:rPr>
          <w:rFonts w:ascii="Calibri" w:hAnsi="Calibri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 xml:space="preserve">17:00                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Анљоми рўзи аввали Форум.</w:t>
      </w:r>
    </w:p>
    <w:p w:rsidR="009D46A5" w:rsidRPr="00372EFF" w:rsidRDefault="009D46A5" w:rsidP="00372EFF">
      <w:pPr>
        <w:ind w:left="2160" w:hanging="2160"/>
        <w:jc w:val="both"/>
        <w:rPr>
          <w:rFonts w:ascii="Times New Roman Tj" w:hAnsi="Times New Roman Tj"/>
          <w:sz w:val="24"/>
          <w:szCs w:val="24"/>
          <w:lang w:val="ru-RU"/>
        </w:rPr>
      </w:pPr>
      <w:r w:rsidRPr="00C23BF1">
        <w:rPr>
          <w:rFonts w:ascii="Times New Roman Tj" w:hAnsi="Times New Roman Tj"/>
          <w:sz w:val="28"/>
          <w:szCs w:val="28"/>
          <w:lang w:val="ru-RU"/>
        </w:rPr>
        <w:t>17:30</w:t>
      </w:r>
      <w:r w:rsidRPr="00C23BF1">
        <w:rPr>
          <w:rFonts w:ascii="Times New Roman Tj" w:hAnsi="Times New Roman Tj"/>
          <w:sz w:val="28"/>
          <w:szCs w:val="28"/>
          <w:lang w:val="ru-RU"/>
        </w:rPr>
        <w:tab/>
        <w:t xml:space="preserve">Ќабули тантанавї </w:t>
      </w:r>
      <w:r>
        <w:rPr>
          <w:rFonts w:ascii="Times New Roman Tj" w:hAnsi="Times New Roman Tj"/>
          <w:sz w:val="28"/>
          <w:szCs w:val="28"/>
          <w:lang w:val="ru-RU"/>
        </w:rPr>
        <w:t xml:space="preserve">аз номи Њукумати Љумњурии Тољикистон </w:t>
      </w:r>
      <w:r w:rsidRPr="00C23BF1">
        <w:rPr>
          <w:rFonts w:ascii="Times New Roman Tj" w:hAnsi="Times New Roman Tj"/>
          <w:sz w:val="28"/>
          <w:szCs w:val="28"/>
          <w:lang w:val="ru-RU"/>
        </w:rPr>
        <w:t xml:space="preserve">бо хўроки шом ва барномаи консертї дар Бўстонсарои </w:t>
      </w:r>
      <w:r>
        <w:rPr>
          <w:rFonts w:ascii="Times New Roman Tj" w:hAnsi="Times New Roman Tj"/>
          <w:sz w:val="28"/>
          <w:szCs w:val="28"/>
          <w:lang w:val="ru-RU"/>
        </w:rPr>
        <w:t xml:space="preserve">Дастгоњи иљроияи </w:t>
      </w:r>
      <w:r w:rsidRPr="00C23BF1">
        <w:rPr>
          <w:rFonts w:ascii="Times New Roman Tj" w:hAnsi="Times New Roman Tj"/>
          <w:sz w:val="28"/>
          <w:szCs w:val="28"/>
          <w:lang w:val="ru-RU"/>
        </w:rPr>
        <w:t xml:space="preserve">Президенти Љумњурии Тољикитсон </w:t>
      </w:r>
      <w:r w:rsidRPr="00372EFF">
        <w:rPr>
          <w:rFonts w:ascii="Times New Roman Tj" w:hAnsi="Times New Roman Tj"/>
          <w:sz w:val="24"/>
          <w:szCs w:val="24"/>
          <w:lang w:val="ru-RU"/>
        </w:rPr>
        <w:t>(бинои №8,ошёнаи 2).</w:t>
      </w:r>
    </w:p>
    <w:p w:rsidR="009D46A5" w:rsidRDefault="009D46A5" w:rsidP="00ED723C">
      <w:pPr>
        <w:ind w:left="1440" w:hanging="1440"/>
        <w:rPr>
          <w:rFonts w:ascii="Times New Roman Tj" w:hAnsi="Times New Roman Tj"/>
          <w:b/>
          <w:sz w:val="28"/>
          <w:szCs w:val="28"/>
          <w:u w:val="single"/>
          <w:lang w:val="ru-RU"/>
        </w:rPr>
      </w:pPr>
    </w:p>
    <w:p w:rsidR="009D46A5" w:rsidRPr="00502519" w:rsidRDefault="009D46A5" w:rsidP="00ED723C">
      <w:pPr>
        <w:ind w:left="1440" w:hanging="1440"/>
        <w:rPr>
          <w:rFonts w:ascii="Times New Roman Tj" w:hAnsi="Times New Roman Tj"/>
          <w:b/>
          <w:sz w:val="28"/>
          <w:szCs w:val="28"/>
          <w:u w:val="single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u w:val="single"/>
          <w:lang w:val="ru-RU"/>
        </w:rPr>
        <w:t>4 декабри соли 2010</w:t>
      </w:r>
    </w:p>
    <w:p w:rsidR="009D46A5" w:rsidRPr="00502519" w:rsidRDefault="009D46A5" w:rsidP="00C23BF1">
      <w:pPr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b/>
          <w:sz w:val="28"/>
          <w:szCs w:val="28"/>
          <w:lang w:val="ru-RU"/>
        </w:rPr>
        <w:t>Бўстонсарои Дастгоњи иљроияи Президенти Љумњурии Тољикистон (бинои №8)</w:t>
      </w:r>
    </w:p>
    <w:p w:rsidR="009D46A5" w:rsidRPr="00502519" w:rsidRDefault="009D46A5" w:rsidP="00531911">
      <w:pPr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8:15 – 9:00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Баќайдгирии иштирокчиён</w:t>
      </w:r>
    </w:p>
    <w:p w:rsidR="009D46A5" w:rsidRPr="00502519" w:rsidRDefault="009D46A5" w:rsidP="001E610E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9:</w:t>
      </w:r>
      <w:r w:rsidRPr="00502519">
        <w:rPr>
          <w:rFonts w:ascii="Calibri" w:hAnsi="Calibri"/>
          <w:sz w:val="28"/>
          <w:szCs w:val="28"/>
          <w:lang w:val="ru-RU"/>
        </w:rPr>
        <w:t>0</w:t>
      </w:r>
      <w:r w:rsidRPr="00502519">
        <w:rPr>
          <w:rFonts w:ascii="Times New Roman Tj" w:hAnsi="Times New Roman Tj"/>
          <w:sz w:val="28"/>
          <w:szCs w:val="28"/>
          <w:lang w:val="ru-RU"/>
        </w:rPr>
        <w:t>0 – 9:3</w:t>
      </w:r>
      <w:r>
        <w:rPr>
          <w:rFonts w:ascii="Times New Roman Tj" w:hAnsi="Times New Roman Tj"/>
          <w:sz w:val="28"/>
          <w:szCs w:val="28"/>
          <w:lang w:val="ru-RU"/>
        </w:rPr>
        <w:t>0</w:t>
      </w:r>
      <w:r>
        <w:rPr>
          <w:rFonts w:ascii="Times New Roman Tj" w:hAnsi="Times New Roman Tj"/>
          <w:sz w:val="28"/>
          <w:szCs w:val="28"/>
          <w:lang w:val="ru-RU"/>
        </w:rPr>
        <w:tab/>
        <w:t>Љамъбасти муњокимањои соњавї</w:t>
      </w:r>
      <w:r w:rsidRPr="0005481C">
        <w:rPr>
          <w:rFonts w:ascii="Times New Roman Tj" w:hAnsi="Times New Roman Tj"/>
          <w:sz w:val="28"/>
          <w:szCs w:val="28"/>
          <w:lang w:val="ru-RU"/>
        </w:rPr>
        <w:t xml:space="preserve"> </w:t>
      </w:r>
      <w:r>
        <w:rPr>
          <w:rFonts w:ascii="Times New Roman Tj" w:hAnsi="Times New Roman Tj"/>
          <w:sz w:val="28"/>
          <w:szCs w:val="28"/>
          <w:lang w:val="ru-RU"/>
        </w:rPr>
        <w:t xml:space="preserve">ва наќшаву чорабинињо: </w:t>
      </w:r>
      <w:r w:rsidRPr="00502519">
        <w:rPr>
          <w:rFonts w:ascii="Times New Roman Tj" w:hAnsi="Times New Roman Tj"/>
          <w:sz w:val="28"/>
          <w:szCs w:val="28"/>
          <w:lang w:val="ru-RU"/>
        </w:rPr>
        <w:t>энергетика ва инфрасохтор</w:t>
      </w:r>
      <w:r>
        <w:rPr>
          <w:rFonts w:ascii="Times New Roman Tj" w:hAnsi="Times New Roman Tj"/>
          <w:sz w:val="28"/>
          <w:szCs w:val="28"/>
          <w:lang w:val="ru-RU"/>
        </w:rPr>
        <w:t>;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>
        <w:rPr>
          <w:rFonts w:ascii="Times New Roman Tj" w:hAnsi="Times New Roman Tj"/>
          <w:sz w:val="28"/>
          <w:szCs w:val="28"/>
          <w:lang w:val="ru-RU"/>
        </w:rPr>
        <w:t>рушди нерўи инсонї (маориф, тандурусти, њифзи иљтимої);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фаз</w:t>
      </w:r>
      <w:r>
        <w:rPr>
          <w:rFonts w:ascii="Times New Roman Tj" w:hAnsi="Times New Roman Tj"/>
          <w:sz w:val="28"/>
          <w:szCs w:val="28"/>
          <w:lang w:val="ru-RU"/>
        </w:rPr>
        <w:t>ои соњибкорї ва бахши кишоварзї; гузоришњо аз љониби Њукумат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(мувофиќан масъулини 3 соња</w:t>
      </w:r>
      <w:r>
        <w:rPr>
          <w:rFonts w:ascii="Times New Roman Tj" w:hAnsi="Times New Roman Tj"/>
          <w:sz w:val="28"/>
          <w:szCs w:val="28"/>
          <w:lang w:val="ru-RU"/>
        </w:rPr>
        <w:t>:</w:t>
      </w:r>
      <w:r w:rsidRPr="001E610E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sz w:val="28"/>
          <w:szCs w:val="28"/>
          <w:lang w:val="ru-RU"/>
        </w:rPr>
        <w:t>Асадулло Ѓуломов, М</w:t>
      </w:r>
      <w:r>
        <w:rPr>
          <w:rFonts w:ascii="Times New Roman Tj" w:hAnsi="Times New Roman Tj"/>
          <w:sz w:val="28"/>
          <w:szCs w:val="28"/>
          <w:lang w:val="ru-RU"/>
        </w:rPr>
        <w:t xml:space="preserve">уовини аввали Сарвазири Љ Т, </w:t>
      </w:r>
      <w:r w:rsidRPr="00502519">
        <w:rPr>
          <w:rFonts w:ascii="Times New Roman Tj" w:hAnsi="Times New Roman Tj"/>
          <w:sz w:val="28"/>
          <w:szCs w:val="28"/>
          <w:lang w:val="ru-RU"/>
        </w:rPr>
        <w:t>Руќия Ќурбонова, Муовини Сарвазири Љ</w:t>
      </w:r>
      <w:r>
        <w:rPr>
          <w:rFonts w:ascii="Times New Roman Tj" w:hAnsi="Times New Roman Tj"/>
          <w:sz w:val="28"/>
          <w:szCs w:val="28"/>
          <w:lang w:val="ru-RU"/>
        </w:rPr>
        <w:t xml:space="preserve">Т, </w:t>
      </w:r>
      <w:r w:rsidRPr="00502519">
        <w:rPr>
          <w:rFonts w:ascii="Times New Roman Tj" w:hAnsi="Times New Roman Tj"/>
          <w:sz w:val="28"/>
          <w:szCs w:val="28"/>
          <w:lang w:val="ru-RU"/>
        </w:rPr>
        <w:t>Муродалї Алимардон, Муовини Сарвазири ЉТ</w:t>
      </w:r>
      <w:r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02519">
        <w:rPr>
          <w:rFonts w:ascii="Times New Roman Tj" w:hAnsi="Times New Roman Tj"/>
          <w:sz w:val="28"/>
          <w:szCs w:val="28"/>
          <w:lang w:val="ru-RU"/>
        </w:rPr>
        <w:t>)</w:t>
      </w:r>
    </w:p>
    <w:p w:rsidR="009D46A5" w:rsidRPr="00502519" w:rsidRDefault="009D46A5" w:rsidP="003F747C">
      <w:pPr>
        <w:ind w:left="2160" w:hanging="2160"/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9:30 – 10:15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Стратегияи муштараки њамшарикии кишварї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02519">
        <w:rPr>
          <w:rFonts w:ascii="Times New Roman Tj" w:hAnsi="Times New Roman Tj"/>
          <w:b/>
          <w:sz w:val="28"/>
          <w:szCs w:val="28"/>
          <w:lang w:val="ru-RU"/>
        </w:rPr>
        <w:t>2010-2012</w:t>
      </w:r>
    </w:p>
    <w:p w:rsidR="009D46A5" w:rsidRPr="00502519" w:rsidRDefault="009D46A5" w:rsidP="00E04765">
      <w:pPr>
        <w:ind w:left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Арзёбии дастовардњои Њукумат ва Шўрои њамоњангсозии донорон то имрўз дар баланд бардоштани самаранокии кўмаки беруна дар заминаи талаботи мувофиќашудаи мониторинги он:</w:t>
      </w:r>
    </w:p>
    <w:p w:rsidR="009D46A5" w:rsidRPr="00502519" w:rsidRDefault="009D46A5" w:rsidP="00372EFF">
      <w:pPr>
        <w:ind w:left="2160"/>
        <w:jc w:val="both"/>
        <w:rPr>
          <w:rFonts w:ascii="Times New Roman Tj" w:hAnsi="Times New Roman Tj"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1)</w:t>
      </w:r>
      <w:r w:rsidRPr="00502519">
        <w:rPr>
          <w:rFonts w:ascii="Times New Roman Tj" w:hAnsi="Times New Roman Tj"/>
          <w:sz w:val="28"/>
          <w:szCs w:val="28"/>
          <w:lang w:val="ru-RU"/>
        </w:rPr>
        <w:t>Гузориши Давлаталї Саидов, Раиси Кумитаи давлатии сармоягузорї ва идораи амволи давлатии Љумњурии Тољикистон;</w:t>
      </w:r>
    </w:p>
    <w:p w:rsidR="009D46A5" w:rsidRPr="00502519" w:rsidRDefault="009D46A5" w:rsidP="00372EFF">
      <w:pPr>
        <w:ind w:left="2160"/>
        <w:jc w:val="both"/>
        <w:rPr>
          <w:rFonts w:ascii="Times New Roman Tj" w:hAnsi="Times New Roman Tj"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2)Гузориши Намоянда</w:t>
      </w:r>
      <w:r w:rsidRPr="00502519">
        <w:rPr>
          <w:rFonts w:ascii="Times New Roman Tj" w:hAnsi="Times New Roman Tj"/>
          <w:sz w:val="28"/>
          <w:szCs w:val="28"/>
          <w:lang w:val="ru-RU"/>
        </w:rPr>
        <w:t>и Шўрои њамоњангсозии донорон</w:t>
      </w:r>
      <w:r>
        <w:rPr>
          <w:rFonts w:ascii="Times New Roman Tj" w:hAnsi="Times New Roman Tj"/>
          <w:sz w:val="28"/>
          <w:szCs w:val="28"/>
          <w:lang w:val="ru-RU"/>
        </w:rPr>
        <w:t>-Љољи Токеши,</w:t>
      </w:r>
      <w:r w:rsidRPr="00816DA6">
        <w:rPr>
          <w:rFonts w:ascii="Times New Roman Tj" w:hAnsi="Times New Roman Tj"/>
          <w:sz w:val="28"/>
          <w:szCs w:val="28"/>
          <w:lang w:val="ru-RU"/>
        </w:rPr>
        <w:t xml:space="preserve"> </w:t>
      </w:r>
      <w:r>
        <w:rPr>
          <w:rFonts w:ascii="Times New Roman Tj" w:hAnsi="Times New Roman Tj"/>
          <w:sz w:val="28"/>
          <w:szCs w:val="28"/>
          <w:lang w:val="ru-RU"/>
        </w:rPr>
        <w:t>намояндаи Бонки Осиёгии Рушд</w:t>
      </w:r>
      <w:r w:rsidRPr="00502519">
        <w:rPr>
          <w:rFonts w:ascii="Times New Roman Tj" w:hAnsi="Times New Roman Tj"/>
          <w:sz w:val="28"/>
          <w:szCs w:val="28"/>
          <w:lang w:val="ru-RU"/>
        </w:rPr>
        <w:t>;</w:t>
      </w:r>
    </w:p>
    <w:p w:rsidR="009D46A5" w:rsidRPr="00502519" w:rsidRDefault="009D46A5" w:rsidP="00D80116">
      <w:pPr>
        <w:jc w:val="both"/>
        <w:rPr>
          <w:rFonts w:ascii="Times New Roman Tj" w:hAnsi="Times New Roman Tj"/>
          <w:i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10:15 – 10:45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 w:rsidRPr="00502519">
        <w:rPr>
          <w:rFonts w:ascii="Times New Roman Tj" w:hAnsi="Times New Roman Tj"/>
          <w:i/>
          <w:sz w:val="28"/>
          <w:szCs w:val="28"/>
          <w:lang w:val="ru-RU"/>
        </w:rPr>
        <w:t>Танаффус барои ќањва</w:t>
      </w:r>
      <w:r w:rsidRPr="00E609CB">
        <w:rPr>
          <w:rFonts w:ascii="Times New Roman Tj" w:hAnsi="Times New Roman Tj"/>
          <w:i/>
          <w:sz w:val="28"/>
          <w:szCs w:val="28"/>
          <w:lang w:val="ru-RU"/>
        </w:rPr>
        <w:t>(Бўстонсарой бинои 8)</w:t>
      </w:r>
    </w:p>
    <w:p w:rsidR="009D46A5" w:rsidRPr="00502519" w:rsidRDefault="009D46A5" w:rsidP="00C61897">
      <w:pPr>
        <w:ind w:left="2160" w:hanging="2160"/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10:45 – 11:45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 xml:space="preserve">Муњокима – наќшаи умумии чорабинињо, </w:t>
      </w:r>
      <w:r>
        <w:rPr>
          <w:rFonts w:ascii="Times New Roman Tj" w:hAnsi="Times New Roman Tj"/>
          <w:sz w:val="28"/>
          <w:szCs w:val="28"/>
          <w:lang w:val="ru-RU"/>
        </w:rPr>
        <w:t>аз љумла, афзалиятњо ва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 татбиќи онњо барои солњои 2011 ва 2012, њамчунин ба наќша гирифтани ваќти баргузории вохўрии Гурўњи машваратии Тољикистон, соли 2012 </w:t>
      </w:r>
    </w:p>
    <w:p w:rsidR="009D46A5" w:rsidRPr="00502519" w:rsidRDefault="009D46A5" w:rsidP="002910F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>11:45 – 12:15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  <w:t>Гузоришњои хотимавї:</w:t>
      </w:r>
    </w:p>
    <w:p w:rsidR="009D46A5" w:rsidRPr="00502519" w:rsidRDefault="009D46A5" w:rsidP="002910F6">
      <w:pPr>
        <w:ind w:left="2160" w:hanging="21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-</w:t>
      </w:r>
      <w:r w:rsidRPr="00502519">
        <w:rPr>
          <w:rFonts w:ascii="Times New Roman Tj" w:hAnsi="Times New Roman Tj"/>
          <w:sz w:val="28"/>
          <w:szCs w:val="28"/>
          <w:lang w:val="ru-RU"/>
        </w:rPr>
        <w:t>Оќил Оќилов, Сарвазири Љумњурии Тољикисон;</w:t>
      </w:r>
    </w:p>
    <w:p w:rsidR="009D46A5" w:rsidRPr="00502519" w:rsidRDefault="009D46A5" w:rsidP="002910F6">
      <w:pPr>
        <w:ind w:left="2160" w:hanging="2160"/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-</w:t>
      </w:r>
      <w:r w:rsidRPr="00502519">
        <w:rPr>
          <w:rFonts w:ascii="Times New Roman Tj" w:hAnsi="Times New Roman Tj"/>
          <w:sz w:val="28"/>
          <w:szCs w:val="28"/>
          <w:lang w:val="ru-RU"/>
        </w:rPr>
        <w:t>Љ</w:t>
      </w:r>
      <w:r w:rsidRPr="00502519">
        <w:rPr>
          <w:sz w:val="28"/>
          <w:szCs w:val="28"/>
          <w:lang w:val="ru-RU"/>
        </w:rPr>
        <w:t>о</w:t>
      </w:r>
      <w:r w:rsidRPr="00502519">
        <w:rPr>
          <w:rFonts w:ascii="Times New Roman Tj" w:hAnsi="Times New Roman Tj"/>
          <w:sz w:val="28"/>
          <w:szCs w:val="28"/>
          <w:lang w:val="ru-RU"/>
        </w:rPr>
        <w:t>љ</w:t>
      </w:r>
      <w:r w:rsidRPr="00502519">
        <w:rPr>
          <w:sz w:val="28"/>
          <w:szCs w:val="28"/>
          <w:lang w:val="ru-RU"/>
        </w:rPr>
        <w:t xml:space="preserve">и Токеши, Раиси </w:t>
      </w:r>
      <w:r w:rsidRPr="00502519">
        <w:rPr>
          <w:rFonts w:ascii="Times New Roman Tj" w:hAnsi="Times New Roman Tj"/>
          <w:sz w:val="28"/>
          <w:szCs w:val="28"/>
          <w:lang w:val="ru-RU"/>
        </w:rPr>
        <w:t>Шўрои њамоњангсозии донорон</w:t>
      </w:r>
    </w:p>
    <w:p w:rsidR="009D46A5" w:rsidRDefault="009D46A5" w:rsidP="00C23BF1">
      <w:pPr>
        <w:ind w:left="2160" w:hanging="2160"/>
        <w:rPr>
          <w:rFonts w:ascii="Times New Roman Tj" w:hAnsi="Times New Roman Tj"/>
          <w:bCs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12:30-12:40</w:t>
      </w:r>
      <w:r>
        <w:rPr>
          <w:rFonts w:ascii="Times New Roman Tj" w:hAnsi="Times New Roman Tj"/>
          <w:sz w:val="28"/>
          <w:szCs w:val="28"/>
          <w:lang w:val="ru-RU"/>
        </w:rPr>
        <w:tab/>
      </w:r>
      <w:r w:rsidRPr="00C23BF1">
        <w:rPr>
          <w:rFonts w:ascii="Times New Roman Tj" w:hAnsi="Times New Roman Tj"/>
          <w:bCs/>
          <w:sz w:val="28"/>
          <w:szCs w:val="28"/>
          <w:lang w:val="ru-RU"/>
        </w:rPr>
        <w:t xml:space="preserve">Анљоми Форуми рушди Тољикистон. Нишасти матбуотї. </w:t>
      </w:r>
    </w:p>
    <w:p w:rsidR="009D46A5" w:rsidRPr="00C23BF1" w:rsidRDefault="009D46A5" w:rsidP="00C23BF1">
      <w:pPr>
        <w:ind w:left="2160" w:hanging="2160"/>
        <w:rPr>
          <w:rFonts w:ascii="Times New Roman Tj" w:hAnsi="Times New Roman Tj"/>
          <w:bCs/>
          <w:sz w:val="28"/>
          <w:szCs w:val="28"/>
          <w:lang w:val="ru-RU"/>
        </w:rPr>
      </w:pPr>
      <w:r>
        <w:rPr>
          <w:rFonts w:ascii="Times New Roman Tj" w:hAnsi="Times New Roman Tj"/>
          <w:bCs/>
          <w:sz w:val="28"/>
          <w:szCs w:val="28"/>
          <w:lang w:val="ru-RU"/>
        </w:rPr>
        <w:t xml:space="preserve">                              </w:t>
      </w:r>
      <w:r w:rsidRPr="00502519">
        <w:rPr>
          <w:rFonts w:ascii="Times New Roman Tj" w:hAnsi="Times New Roman Tj"/>
          <w:sz w:val="28"/>
          <w:szCs w:val="28"/>
          <w:lang w:val="ru-RU"/>
        </w:rPr>
        <w:t>Оќил Оќилов, Сарвазири Љумњурии Тољикисон</w:t>
      </w:r>
    </w:p>
    <w:p w:rsidR="009D46A5" w:rsidRPr="00502519" w:rsidRDefault="009D46A5" w:rsidP="00ED723C">
      <w:pPr>
        <w:rPr>
          <w:rFonts w:ascii="Times New Roman Tj" w:hAnsi="Times New Roman Tj"/>
          <w:sz w:val="28"/>
          <w:szCs w:val="28"/>
          <w:lang w:val="ru-RU"/>
        </w:rPr>
      </w:pPr>
      <w:r w:rsidRPr="00502519">
        <w:rPr>
          <w:rFonts w:ascii="Times New Roman Tj" w:hAnsi="Times New Roman Tj"/>
          <w:sz w:val="28"/>
          <w:szCs w:val="28"/>
          <w:lang w:val="ru-RU"/>
        </w:rPr>
        <w:t xml:space="preserve">12:30 – </w:t>
      </w:r>
      <w:r>
        <w:rPr>
          <w:rFonts w:ascii="Times New Roman Tj" w:hAnsi="Times New Roman Tj"/>
          <w:sz w:val="28"/>
          <w:szCs w:val="28"/>
          <w:lang w:val="ru-RU"/>
        </w:rPr>
        <w:t>14</w:t>
      </w:r>
      <w:r w:rsidRPr="00502519">
        <w:rPr>
          <w:rFonts w:ascii="Times New Roman Tj" w:hAnsi="Times New Roman Tj"/>
          <w:sz w:val="28"/>
          <w:szCs w:val="28"/>
          <w:lang w:val="ru-RU"/>
        </w:rPr>
        <w:t xml:space="preserve">:00 </w:t>
      </w:r>
      <w:r w:rsidRPr="00502519">
        <w:rPr>
          <w:rFonts w:ascii="Times New Roman Tj" w:hAnsi="Times New Roman Tj"/>
          <w:sz w:val="28"/>
          <w:szCs w:val="28"/>
          <w:lang w:val="ru-RU"/>
        </w:rPr>
        <w:tab/>
      </w:r>
      <w:r>
        <w:rPr>
          <w:rFonts w:ascii="Times New Roman Tj" w:hAnsi="Times New Roman Tj"/>
          <w:i/>
          <w:sz w:val="28"/>
          <w:szCs w:val="28"/>
          <w:lang w:val="ru-RU"/>
        </w:rPr>
        <w:t>Хўроки</w:t>
      </w:r>
      <w:r w:rsidRPr="00D80116">
        <w:rPr>
          <w:rFonts w:ascii="Times New Roman Tj" w:hAnsi="Times New Roman Tj"/>
          <w:i/>
          <w:sz w:val="28"/>
          <w:szCs w:val="28"/>
          <w:lang w:val="ru-RU"/>
        </w:rPr>
        <w:t xml:space="preserve"> нисфирўзї </w:t>
      </w:r>
      <w:r>
        <w:rPr>
          <w:rFonts w:ascii="Times New Roman Tj" w:hAnsi="Times New Roman Tj"/>
          <w:i/>
          <w:sz w:val="28"/>
          <w:szCs w:val="28"/>
          <w:lang w:val="ru-RU"/>
        </w:rPr>
        <w:t>(</w:t>
      </w:r>
      <w:r w:rsidRPr="00D80116">
        <w:rPr>
          <w:rFonts w:ascii="Times New Roman Tj" w:hAnsi="Times New Roman Tj"/>
          <w:i/>
          <w:sz w:val="28"/>
          <w:szCs w:val="28"/>
          <w:lang w:val="ru-RU"/>
        </w:rPr>
        <w:t xml:space="preserve"> Бўстонсарой бинои «В»)</w:t>
      </w:r>
    </w:p>
    <w:p w:rsidR="009D46A5" w:rsidRDefault="009D46A5" w:rsidP="00ED723C">
      <w:pPr>
        <w:rPr>
          <w:rFonts w:ascii="Times New Roman Tj" w:hAnsi="Times New Roman Tj"/>
          <w:b/>
          <w:sz w:val="28"/>
          <w:szCs w:val="28"/>
          <w:lang w:val="ru-RU"/>
        </w:rPr>
      </w:pPr>
    </w:p>
    <w:p w:rsidR="009D46A5" w:rsidRPr="00C23BF1" w:rsidRDefault="009D46A5" w:rsidP="00ED723C">
      <w:pPr>
        <w:rPr>
          <w:rFonts w:ascii="Times New Roman Tj" w:hAnsi="Times New Roman Tj"/>
          <w:sz w:val="28"/>
          <w:szCs w:val="28"/>
          <w:lang w:val="ru-RU"/>
        </w:rPr>
      </w:pPr>
      <w:r w:rsidRPr="00C23BF1">
        <w:rPr>
          <w:rFonts w:ascii="Times New Roman Tj" w:hAnsi="Times New Roman Tj"/>
          <w:sz w:val="28"/>
          <w:szCs w:val="28"/>
          <w:lang w:val="ru-RU"/>
        </w:rPr>
        <w:t>Гусел намудани иштирокчиён</w:t>
      </w:r>
    </w:p>
    <w:sectPr w:rsidR="009D46A5" w:rsidRPr="00C23BF1" w:rsidSect="00A01CEB">
      <w:pgSz w:w="12240" w:h="15840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6344"/>
    <w:multiLevelType w:val="hybridMultilevel"/>
    <w:tmpl w:val="F11C8154"/>
    <w:lvl w:ilvl="0" w:tplc="D7EE668E">
      <w:start w:val="1"/>
      <w:numFmt w:val="upp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1C7803"/>
    <w:multiLevelType w:val="hybridMultilevel"/>
    <w:tmpl w:val="F11C8154"/>
    <w:lvl w:ilvl="0" w:tplc="D7EE668E">
      <w:start w:val="1"/>
      <w:numFmt w:val="upp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360D9A"/>
    <w:multiLevelType w:val="hybridMultilevel"/>
    <w:tmpl w:val="D730FB8C"/>
    <w:lvl w:ilvl="0" w:tplc="FD2884E6">
      <w:start w:val="1"/>
      <w:numFmt w:val="lowerRoman"/>
      <w:lvlText w:val="(%1)"/>
      <w:lvlJc w:val="left"/>
      <w:pPr>
        <w:ind w:left="2880" w:hanging="72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B9E"/>
    <w:rsid w:val="00011209"/>
    <w:rsid w:val="00012AC0"/>
    <w:rsid w:val="00016D43"/>
    <w:rsid w:val="000313F1"/>
    <w:rsid w:val="00031A25"/>
    <w:rsid w:val="000339AE"/>
    <w:rsid w:val="00040856"/>
    <w:rsid w:val="0005481C"/>
    <w:rsid w:val="000559BE"/>
    <w:rsid w:val="000712A4"/>
    <w:rsid w:val="0008278A"/>
    <w:rsid w:val="000854F8"/>
    <w:rsid w:val="00092DEE"/>
    <w:rsid w:val="000C27D4"/>
    <w:rsid w:val="000D26ED"/>
    <w:rsid w:val="000D7EEA"/>
    <w:rsid w:val="000F5262"/>
    <w:rsid w:val="001057CA"/>
    <w:rsid w:val="00110D89"/>
    <w:rsid w:val="001213DA"/>
    <w:rsid w:val="00133F48"/>
    <w:rsid w:val="00155ECC"/>
    <w:rsid w:val="00160D10"/>
    <w:rsid w:val="00165C72"/>
    <w:rsid w:val="001750EC"/>
    <w:rsid w:val="00176BD6"/>
    <w:rsid w:val="00197263"/>
    <w:rsid w:val="001B28D3"/>
    <w:rsid w:val="001B39CE"/>
    <w:rsid w:val="001C1C54"/>
    <w:rsid w:val="001E610E"/>
    <w:rsid w:val="001E7872"/>
    <w:rsid w:val="001F7D6E"/>
    <w:rsid w:val="0020136C"/>
    <w:rsid w:val="002258E7"/>
    <w:rsid w:val="002343A9"/>
    <w:rsid w:val="00253CAA"/>
    <w:rsid w:val="0025705D"/>
    <w:rsid w:val="00260808"/>
    <w:rsid w:val="002670AA"/>
    <w:rsid w:val="00271DE0"/>
    <w:rsid w:val="00271F10"/>
    <w:rsid w:val="002746EA"/>
    <w:rsid w:val="00284219"/>
    <w:rsid w:val="002910F6"/>
    <w:rsid w:val="0029111B"/>
    <w:rsid w:val="0029628F"/>
    <w:rsid w:val="002A1615"/>
    <w:rsid w:val="002D42AD"/>
    <w:rsid w:val="002E4F18"/>
    <w:rsid w:val="002E6FDE"/>
    <w:rsid w:val="002F2AB4"/>
    <w:rsid w:val="002F6A42"/>
    <w:rsid w:val="00321B06"/>
    <w:rsid w:val="003330F6"/>
    <w:rsid w:val="003355E4"/>
    <w:rsid w:val="00345ADA"/>
    <w:rsid w:val="003569E3"/>
    <w:rsid w:val="00360831"/>
    <w:rsid w:val="00370129"/>
    <w:rsid w:val="00372EFF"/>
    <w:rsid w:val="00375399"/>
    <w:rsid w:val="00377C66"/>
    <w:rsid w:val="0038144E"/>
    <w:rsid w:val="003867BC"/>
    <w:rsid w:val="00390623"/>
    <w:rsid w:val="00392FA9"/>
    <w:rsid w:val="003A62CA"/>
    <w:rsid w:val="003B6DEC"/>
    <w:rsid w:val="003C39C7"/>
    <w:rsid w:val="003F0591"/>
    <w:rsid w:val="003F747C"/>
    <w:rsid w:val="00401686"/>
    <w:rsid w:val="00416D60"/>
    <w:rsid w:val="00421AF3"/>
    <w:rsid w:val="00484235"/>
    <w:rsid w:val="00492834"/>
    <w:rsid w:val="004B53EA"/>
    <w:rsid w:val="004B7A4A"/>
    <w:rsid w:val="004E217C"/>
    <w:rsid w:val="004F28AD"/>
    <w:rsid w:val="00502519"/>
    <w:rsid w:val="00505F36"/>
    <w:rsid w:val="005079C1"/>
    <w:rsid w:val="00514991"/>
    <w:rsid w:val="005264DF"/>
    <w:rsid w:val="00531911"/>
    <w:rsid w:val="005523DB"/>
    <w:rsid w:val="00554EDE"/>
    <w:rsid w:val="00561641"/>
    <w:rsid w:val="005639A5"/>
    <w:rsid w:val="00593D0C"/>
    <w:rsid w:val="005B3D5D"/>
    <w:rsid w:val="005C02FE"/>
    <w:rsid w:val="005D4A37"/>
    <w:rsid w:val="005D6BCB"/>
    <w:rsid w:val="005E5601"/>
    <w:rsid w:val="005E6639"/>
    <w:rsid w:val="006130FE"/>
    <w:rsid w:val="00625CDC"/>
    <w:rsid w:val="00632866"/>
    <w:rsid w:val="0063536E"/>
    <w:rsid w:val="00650025"/>
    <w:rsid w:val="0068311C"/>
    <w:rsid w:val="00684536"/>
    <w:rsid w:val="00684FA8"/>
    <w:rsid w:val="006851B7"/>
    <w:rsid w:val="00685A7C"/>
    <w:rsid w:val="006A2007"/>
    <w:rsid w:val="006A3273"/>
    <w:rsid w:val="006C5D22"/>
    <w:rsid w:val="006D2B17"/>
    <w:rsid w:val="006E1453"/>
    <w:rsid w:val="006F42FF"/>
    <w:rsid w:val="00723BBC"/>
    <w:rsid w:val="00740167"/>
    <w:rsid w:val="0074499D"/>
    <w:rsid w:val="00771910"/>
    <w:rsid w:val="007A08A9"/>
    <w:rsid w:val="007A23FE"/>
    <w:rsid w:val="007C4692"/>
    <w:rsid w:val="007D0008"/>
    <w:rsid w:val="007D73C7"/>
    <w:rsid w:val="007F4CD4"/>
    <w:rsid w:val="00816DA6"/>
    <w:rsid w:val="008207AF"/>
    <w:rsid w:val="00827213"/>
    <w:rsid w:val="00835EB6"/>
    <w:rsid w:val="00841556"/>
    <w:rsid w:val="00842F8E"/>
    <w:rsid w:val="00845229"/>
    <w:rsid w:val="00866DFA"/>
    <w:rsid w:val="00873F85"/>
    <w:rsid w:val="008806FF"/>
    <w:rsid w:val="00880889"/>
    <w:rsid w:val="008A19EF"/>
    <w:rsid w:val="008A30DD"/>
    <w:rsid w:val="008A3332"/>
    <w:rsid w:val="008A46AB"/>
    <w:rsid w:val="008B2EDA"/>
    <w:rsid w:val="008C19DA"/>
    <w:rsid w:val="008C79E9"/>
    <w:rsid w:val="008E1EA7"/>
    <w:rsid w:val="00907168"/>
    <w:rsid w:val="00915764"/>
    <w:rsid w:val="00931564"/>
    <w:rsid w:val="00933BBC"/>
    <w:rsid w:val="009461B9"/>
    <w:rsid w:val="00960C09"/>
    <w:rsid w:val="00977E4D"/>
    <w:rsid w:val="0099357A"/>
    <w:rsid w:val="00993C38"/>
    <w:rsid w:val="00994ED0"/>
    <w:rsid w:val="009B15E8"/>
    <w:rsid w:val="009D30ED"/>
    <w:rsid w:val="009D46A5"/>
    <w:rsid w:val="00A01CEB"/>
    <w:rsid w:val="00A0274B"/>
    <w:rsid w:val="00A07622"/>
    <w:rsid w:val="00A11779"/>
    <w:rsid w:val="00A118A6"/>
    <w:rsid w:val="00A20ED3"/>
    <w:rsid w:val="00A21EEC"/>
    <w:rsid w:val="00A444B7"/>
    <w:rsid w:val="00A524AA"/>
    <w:rsid w:val="00A57CC6"/>
    <w:rsid w:val="00A86136"/>
    <w:rsid w:val="00AE1E5E"/>
    <w:rsid w:val="00AE30ED"/>
    <w:rsid w:val="00B01941"/>
    <w:rsid w:val="00B042AC"/>
    <w:rsid w:val="00B04FA5"/>
    <w:rsid w:val="00B05302"/>
    <w:rsid w:val="00B2070A"/>
    <w:rsid w:val="00B46F9E"/>
    <w:rsid w:val="00B65883"/>
    <w:rsid w:val="00B66BAB"/>
    <w:rsid w:val="00B73B9E"/>
    <w:rsid w:val="00B73C44"/>
    <w:rsid w:val="00B766E4"/>
    <w:rsid w:val="00B95DE5"/>
    <w:rsid w:val="00BB02D4"/>
    <w:rsid w:val="00BB2DAC"/>
    <w:rsid w:val="00BC3163"/>
    <w:rsid w:val="00BD5073"/>
    <w:rsid w:val="00BD5FAA"/>
    <w:rsid w:val="00BE4693"/>
    <w:rsid w:val="00C023B5"/>
    <w:rsid w:val="00C03B22"/>
    <w:rsid w:val="00C07CBD"/>
    <w:rsid w:val="00C23BF1"/>
    <w:rsid w:val="00C3009D"/>
    <w:rsid w:val="00C3512D"/>
    <w:rsid w:val="00C61897"/>
    <w:rsid w:val="00C732A6"/>
    <w:rsid w:val="00C81A6E"/>
    <w:rsid w:val="00CB4167"/>
    <w:rsid w:val="00CB6B9F"/>
    <w:rsid w:val="00CC13FF"/>
    <w:rsid w:val="00CC280A"/>
    <w:rsid w:val="00CD4767"/>
    <w:rsid w:val="00CD7D62"/>
    <w:rsid w:val="00CE1FB4"/>
    <w:rsid w:val="00CE3808"/>
    <w:rsid w:val="00CE3CCB"/>
    <w:rsid w:val="00CE5691"/>
    <w:rsid w:val="00CF7A22"/>
    <w:rsid w:val="00D10E45"/>
    <w:rsid w:val="00D260C3"/>
    <w:rsid w:val="00D2728B"/>
    <w:rsid w:val="00D275F0"/>
    <w:rsid w:val="00D738BE"/>
    <w:rsid w:val="00D80116"/>
    <w:rsid w:val="00D92AAC"/>
    <w:rsid w:val="00D966F5"/>
    <w:rsid w:val="00DA617A"/>
    <w:rsid w:val="00DA6AFE"/>
    <w:rsid w:val="00DF1AFE"/>
    <w:rsid w:val="00E04765"/>
    <w:rsid w:val="00E065F5"/>
    <w:rsid w:val="00E36BBD"/>
    <w:rsid w:val="00E53215"/>
    <w:rsid w:val="00E5368C"/>
    <w:rsid w:val="00E54F6C"/>
    <w:rsid w:val="00E609CB"/>
    <w:rsid w:val="00E75839"/>
    <w:rsid w:val="00E77F40"/>
    <w:rsid w:val="00E85A35"/>
    <w:rsid w:val="00EA2D8D"/>
    <w:rsid w:val="00EB1F3C"/>
    <w:rsid w:val="00EB2EF3"/>
    <w:rsid w:val="00ED723C"/>
    <w:rsid w:val="00EE0750"/>
    <w:rsid w:val="00F31877"/>
    <w:rsid w:val="00F37E57"/>
    <w:rsid w:val="00F45783"/>
    <w:rsid w:val="00F553D0"/>
    <w:rsid w:val="00F70BF1"/>
    <w:rsid w:val="00F7766B"/>
    <w:rsid w:val="00F81C35"/>
    <w:rsid w:val="00FA6033"/>
    <w:rsid w:val="00FA7E40"/>
    <w:rsid w:val="00FC054E"/>
    <w:rsid w:val="00FD18B6"/>
    <w:rsid w:val="00FE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42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A42"/>
    <w:pPr>
      <w:keepNext/>
      <w:jc w:val="right"/>
      <w:outlineLvl w:val="0"/>
    </w:pPr>
    <w:rPr>
      <w:b/>
      <w:i/>
      <w:sz w:val="32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4F1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styleId="TableGrid">
    <w:name w:val="Table Grid"/>
    <w:basedOn w:val="TableNormal"/>
    <w:uiPriority w:val="99"/>
    <w:rsid w:val="00684FA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3</Pages>
  <Words>948</Words>
  <Characters>5410</Characters>
  <Application>Microsoft Office Outlook</Application>
  <DocSecurity>0</DocSecurity>
  <Lines>0</Lines>
  <Paragraphs>0</Paragraphs>
  <ScaleCrop>false</ScaleCrop>
  <Company>The World Bank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Встреча Консультативной</dc:title>
  <dc:subject/>
  <dc:creator>wb248422</dc:creator>
  <cp:keywords/>
  <dc:description/>
  <cp:lastModifiedBy>XP SP2</cp:lastModifiedBy>
  <cp:revision>18</cp:revision>
  <cp:lastPrinted>2010-12-01T11:19:00Z</cp:lastPrinted>
  <dcterms:created xsi:type="dcterms:W3CDTF">2010-11-29T10:20:00Z</dcterms:created>
  <dcterms:modified xsi:type="dcterms:W3CDTF">2010-12-11T12:25:00Z</dcterms:modified>
</cp:coreProperties>
</file>